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72" w:rsidRPr="00A31C6A" w:rsidRDefault="00A11072" w:rsidP="00A31C6A">
      <w:pPr>
        <w:spacing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</w:t>
      </w:r>
      <w:r w:rsidR="00A31C6A">
        <w:rPr>
          <w:rFonts w:ascii="Times New Roman" w:hAnsi="Times New Roman"/>
          <w:b/>
          <w:bCs/>
          <w:color w:val="000000"/>
          <w:sz w:val="24"/>
          <w:szCs w:val="24"/>
        </w:rPr>
        <w:t xml:space="preserve">НКИ ВЫПОЛНЕНИЯ УСТНОГО ЗАДАНИЯ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1416"/>
        <w:gridCol w:w="1560"/>
        <w:gridCol w:w="1222"/>
        <w:gridCol w:w="1483"/>
        <w:gridCol w:w="1160"/>
        <w:gridCol w:w="1464"/>
      </w:tblGrid>
      <w:tr w:rsidR="00A00F21" w:rsidTr="00A00F21"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Pr="00EB176F" w:rsidRDefault="00EB176F">
            <w:pPr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ID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Грамот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5 баллов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Содержание 5 баллов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Лексика 5 баллов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Культуро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</w:rPr>
              <w:t>логический аспект 5 баллов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 баллов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Общее количество 25 баллов </w:t>
            </w:r>
          </w:p>
        </w:tc>
      </w:tr>
      <w:tr w:rsidR="00A00F21" w:rsidTr="00A00F21"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spacing w:after="0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76F" w:rsidRDefault="00EB176F">
            <w:pPr>
              <w:spacing w:after="0"/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00F21" w:rsidTr="00A00F21">
        <w:trPr>
          <w:trHeight w:val="491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6F" w:rsidRDefault="00EB176F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</w:tbl>
    <w:p w:rsidR="0089363A" w:rsidRDefault="0089363A">
      <w:bookmarkStart w:id="0" w:name="_GoBack"/>
      <w:bookmarkEnd w:id="0"/>
    </w:p>
    <w:sectPr w:rsidR="0089363A" w:rsidSect="00A31C6A">
      <w:headerReference w:type="default" r:id="rId8"/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780" w:rsidRDefault="00CC5780" w:rsidP="00A00AA0">
      <w:pPr>
        <w:spacing w:after="0" w:line="240" w:lineRule="auto"/>
      </w:pPr>
      <w:r>
        <w:separator/>
      </w:r>
    </w:p>
  </w:endnote>
  <w:endnote w:type="continuationSeparator" w:id="0">
    <w:p w:rsidR="00CC5780" w:rsidRDefault="00CC5780" w:rsidP="00A0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780" w:rsidRDefault="00CC5780" w:rsidP="00A00AA0">
      <w:pPr>
        <w:spacing w:after="0" w:line="240" w:lineRule="auto"/>
      </w:pPr>
      <w:r>
        <w:separator/>
      </w:r>
    </w:p>
  </w:footnote>
  <w:footnote w:type="continuationSeparator" w:id="0">
    <w:p w:rsidR="00CC5780" w:rsidRDefault="00CC5780" w:rsidP="00A0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A0" w:rsidRDefault="00A00AA0" w:rsidP="00A00AA0">
    <w:pPr>
      <w:pStyle w:val="a5"/>
      <w:jc w:val="center"/>
    </w:pPr>
    <w:r>
      <w:t>Муниципальный  этап всероссийской олимпиады школьников</w:t>
    </w:r>
  </w:p>
  <w:p w:rsidR="00A00AA0" w:rsidRDefault="00A00AA0" w:rsidP="00A00AA0">
    <w:pPr>
      <w:pStyle w:val="a5"/>
      <w:jc w:val="center"/>
    </w:pPr>
    <w:r>
      <w:t>по немецкому языку  2018/2019 учебный  год</w:t>
    </w:r>
  </w:p>
  <w:p w:rsidR="00A00AA0" w:rsidRDefault="00A00AA0" w:rsidP="00A00AA0">
    <w:pPr>
      <w:pStyle w:val="a5"/>
      <w:jc w:val="center"/>
    </w:pPr>
    <w:r>
      <w:t>7-8 классы</w:t>
    </w:r>
  </w:p>
  <w:p w:rsidR="00A00AA0" w:rsidRDefault="00A00AA0">
    <w:pPr>
      <w:pStyle w:val="a5"/>
    </w:pPr>
  </w:p>
  <w:p w:rsidR="00A00AA0" w:rsidRDefault="00A00A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78"/>
    <w:rsid w:val="000B2025"/>
    <w:rsid w:val="001D2D23"/>
    <w:rsid w:val="002A3F67"/>
    <w:rsid w:val="003E3905"/>
    <w:rsid w:val="005E69C1"/>
    <w:rsid w:val="0089363A"/>
    <w:rsid w:val="009476C4"/>
    <w:rsid w:val="009B5F76"/>
    <w:rsid w:val="00A00AA0"/>
    <w:rsid w:val="00A00F21"/>
    <w:rsid w:val="00A11072"/>
    <w:rsid w:val="00A31C6A"/>
    <w:rsid w:val="00A96A0A"/>
    <w:rsid w:val="00AD7BDC"/>
    <w:rsid w:val="00CC5780"/>
    <w:rsid w:val="00EB176F"/>
    <w:rsid w:val="00F107E8"/>
    <w:rsid w:val="00F2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Светлана</cp:lastModifiedBy>
  <cp:revision>6</cp:revision>
  <cp:lastPrinted>2018-12-07T12:33:00Z</cp:lastPrinted>
  <dcterms:created xsi:type="dcterms:W3CDTF">2018-12-03T06:38:00Z</dcterms:created>
  <dcterms:modified xsi:type="dcterms:W3CDTF">2018-12-07T12:34:00Z</dcterms:modified>
</cp:coreProperties>
</file>